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F87F3" w14:textId="4C5CC553" w:rsidR="00EC1B3C" w:rsidRPr="006D6DA4" w:rsidRDefault="00EC1B3C" w:rsidP="00EC1B3C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>
        <w:rPr>
          <w:rStyle w:val="Zvraznn"/>
          <w:color w:val="auto"/>
        </w:rPr>
        <w:t>1 (4</w:t>
      </w:r>
      <w:r w:rsidRPr="00B93B19">
        <w:rPr>
          <w:rStyle w:val="Zvraznn"/>
          <w:color w:val="auto"/>
        </w:rPr>
        <w:t>.</w:t>
      </w:r>
      <w:r>
        <w:rPr>
          <w:rStyle w:val="Zvraznn"/>
          <w:color w:val="auto"/>
        </w:rPr>
        <w:t xml:space="preserve">4)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7070577A" w:rsidR="00785491" w:rsidRPr="007F4898" w:rsidRDefault="00AB1497" w:rsidP="00785491">
      <w:pPr>
        <w:pStyle w:val="Nadpis1"/>
      </w:pPr>
      <w:r>
        <w:rPr>
          <w:sz w:val="40"/>
          <w:szCs w:val="40"/>
        </w:rPr>
        <w:t>Louny – Obrnice</w:t>
      </w:r>
    </w:p>
    <w:p w14:paraId="447232C1" w14:textId="37EC1082" w:rsidR="005C06CB" w:rsidRDefault="00AB1497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TÚ0693 </w:t>
      </w:r>
      <w:r w:rsidR="001206B9" w:rsidRPr="001206B9">
        <w:rPr>
          <w:b/>
          <w:color w:val="FF5200" w:themeColor="accent2"/>
          <w:sz w:val="24"/>
          <w:szCs w:val="24"/>
        </w:rPr>
        <w:t xml:space="preserve">km </w:t>
      </w:r>
      <w:r w:rsidRPr="00AB1497">
        <w:rPr>
          <w:b/>
          <w:color w:val="FF5200" w:themeColor="accent2"/>
          <w:sz w:val="24"/>
          <w:szCs w:val="24"/>
        </w:rPr>
        <w:t>95,2</w:t>
      </w:r>
      <w:r w:rsidR="001206B9" w:rsidRPr="00AB1497">
        <w:rPr>
          <w:b/>
          <w:color w:val="FF5200" w:themeColor="accent2"/>
          <w:sz w:val="24"/>
          <w:szCs w:val="24"/>
        </w:rPr>
        <w:t xml:space="preserve"> – </w:t>
      </w:r>
      <w:r w:rsidRPr="00AB1497">
        <w:rPr>
          <w:b/>
          <w:color w:val="FF5200" w:themeColor="accent2"/>
          <w:sz w:val="24"/>
          <w:szCs w:val="24"/>
        </w:rPr>
        <w:t>117</w:t>
      </w:r>
      <w:r>
        <w:rPr>
          <w:b/>
          <w:color w:val="FF5200" w:themeColor="accent2"/>
          <w:sz w:val="24"/>
          <w:szCs w:val="24"/>
        </w:rPr>
        <w:t>,8</w:t>
      </w:r>
    </w:p>
    <w:p w14:paraId="6CA963E0" w14:textId="77777777" w:rsidR="00EB545E" w:rsidRPr="00F76FE7" w:rsidRDefault="00EB545E" w:rsidP="00EB545E">
      <w:pPr>
        <w:contextualSpacing/>
        <w:rPr>
          <w:b/>
          <w:sz w:val="24"/>
          <w:szCs w:val="24"/>
        </w:rPr>
      </w:pPr>
    </w:p>
    <w:p w14:paraId="39697A44" w14:textId="77777777" w:rsidR="00EB545E" w:rsidRPr="00F76FE7" w:rsidRDefault="00EB545E" w:rsidP="00EB545E">
      <w:pPr>
        <w:contextualSpacing/>
        <w:rPr>
          <w:b/>
          <w:sz w:val="24"/>
          <w:szCs w:val="24"/>
        </w:rPr>
      </w:pPr>
      <w:r w:rsidRPr="00F76FE7">
        <w:rPr>
          <w:b/>
          <w:sz w:val="24"/>
          <w:szCs w:val="24"/>
        </w:rPr>
        <w:t xml:space="preserve">S napojením úseku </w:t>
      </w:r>
      <w:proofErr w:type="gramStart"/>
      <w:r w:rsidRPr="00F76FE7">
        <w:rPr>
          <w:b/>
          <w:sz w:val="24"/>
          <w:szCs w:val="24"/>
        </w:rPr>
        <w:t>do</w:t>
      </w:r>
      <w:proofErr w:type="gramEnd"/>
      <w:r w:rsidRPr="00F76FE7">
        <w:rPr>
          <w:b/>
          <w:sz w:val="24"/>
          <w:szCs w:val="24"/>
        </w:rPr>
        <w:t>:</w:t>
      </w:r>
    </w:p>
    <w:p w14:paraId="7722C8F1" w14:textId="0B035CAF" w:rsidR="00EB545E" w:rsidRPr="00EB545E" w:rsidRDefault="00EB545E" w:rsidP="00EB545E">
      <w:pPr>
        <w:contextualSpacing/>
        <w:rPr>
          <w:b/>
          <w:sz w:val="24"/>
          <w:szCs w:val="24"/>
        </w:rPr>
      </w:pPr>
      <w:r w:rsidRPr="00EB545E">
        <w:rPr>
          <w:b/>
          <w:sz w:val="24"/>
          <w:szCs w:val="24"/>
        </w:rPr>
        <w:t>TÚ0581 km 232,1 – 232,8 (</w:t>
      </w:r>
      <w:proofErr w:type="spellStart"/>
      <w:r w:rsidRPr="00EB545E">
        <w:rPr>
          <w:b/>
          <w:sz w:val="24"/>
          <w:szCs w:val="24"/>
        </w:rPr>
        <w:t>žst</w:t>
      </w:r>
      <w:proofErr w:type="spellEnd"/>
      <w:r w:rsidRPr="00EB545E">
        <w:rPr>
          <w:b/>
          <w:sz w:val="24"/>
          <w:szCs w:val="24"/>
        </w:rPr>
        <w:t>. Obrnice)</w:t>
      </w:r>
    </w:p>
    <w:p w14:paraId="6C11DEA4" w14:textId="77777777" w:rsidR="005C06CB" w:rsidRDefault="005C06CB"/>
    <w:p w14:paraId="37938AC9" w14:textId="77777777" w:rsidR="005C06CB" w:rsidRDefault="005C06CB"/>
    <w:p w14:paraId="32400C66" w14:textId="77777777" w:rsidR="005C06CB" w:rsidRDefault="005C06CB"/>
    <w:p w14:paraId="5E28748D" w14:textId="77777777" w:rsidR="005C06CB" w:rsidRDefault="005C06CB"/>
    <w:p w14:paraId="10F5F81C" w14:textId="67921818" w:rsidR="00037300" w:rsidRDefault="00037300"/>
    <w:p w14:paraId="5BB66217" w14:textId="77777777" w:rsidR="005C06CB" w:rsidRDefault="005C06CB"/>
    <w:p w14:paraId="310558A3" w14:textId="536766C3" w:rsidR="00EB545E" w:rsidRDefault="00EB545E" w:rsidP="00EB545E">
      <w:r>
        <w:t>Termín odevzdání:</w:t>
      </w:r>
      <w:r>
        <w:tab/>
        <w:t>31. 10. 2021</w:t>
      </w:r>
    </w:p>
    <w:p w14:paraId="6C8B4452" w14:textId="77777777" w:rsidR="00126AC5" w:rsidRDefault="00126AC5" w:rsidP="00126AC5">
      <w:bookmarkStart w:id="1" w:name="_Toc60996197"/>
      <w:bookmarkStart w:id="2" w:name="_Toc63154524"/>
      <w:bookmarkStart w:id="3" w:name="_Hlk41545286"/>
    </w:p>
    <w:p w14:paraId="35C8E69D" w14:textId="77777777" w:rsidR="00126AC5" w:rsidRDefault="00126AC5" w:rsidP="00126AC5"/>
    <w:p w14:paraId="7743F35E" w14:textId="77777777" w:rsidR="00126AC5" w:rsidRDefault="00126AC5" w:rsidP="00126AC5">
      <w:pPr>
        <w:pStyle w:val="Tituldatum"/>
        <w:rPr>
          <w:sz w:val="18"/>
          <w:szCs w:val="18"/>
        </w:rPr>
      </w:pPr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19. 02. 2021</w:t>
      </w:r>
    </w:p>
    <w:p w14:paraId="04DC514B" w14:textId="536B9E6B" w:rsidR="00126AC5" w:rsidRDefault="00126AC5" w:rsidP="00126AC5">
      <w:pPr>
        <w:contextualSpacing/>
      </w:pPr>
      <w:r>
        <w:t>Zpracova</w:t>
      </w:r>
      <w:r w:rsidR="000C6F44">
        <w:t>te</w:t>
      </w:r>
      <w:r>
        <w:t>l:</w:t>
      </w:r>
      <w:r>
        <w:tab/>
      </w:r>
      <w:r>
        <w:tab/>
        <w:t>Správa železnic, státní organizace</w:t>
      </w:r>
    </w:p>
    <w:p w14:paraId="13274C57" w14:textId="77777777" w:rsidR="00126AC5" w:rsidRDefault="00126AC5" w:rsidP="00126AC5">
      <w:pPr>
        <w:ind w:left="1416" w:firstLine="708"/>
        <w:contextualSpacing/>
      </w:pPr>
      <w:r>
        <w:t>Správa železniční geodézie</w:t>
      </w:r>
    </w:p>
    <w:p w14:paraId="2D448058" w14:textId="77777777" w:rsidR="000370DD" w:rsidRDefault="000370DD" w:rsidP="000370DD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0A25C17F" w14:textId="77777777" w:rsidR="00126AC5" w:rsidRDefault="00126AC5" w:rsidP="00126AC5"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5144C2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5144C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5144C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5144C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5144C2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proofErr w:type="spellStart"/>
            <w:r w:rsidRPr="002B7340">
              <w:t>So</w:t>
            </w:r>
            <w:r>
              <w:t>D</w:t>
            </w:r>
            <w:proofErr w:type="spellEnd"/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4E253E1F" w:rsidR="00310F65" w:rsidRDefault="00310F65" w:rsidP="00AB1497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AB1497" w:rsidRPr="00AB1497">
        <w:rPr>
          <w:b w:val="0"/>
        </w:rPr>
        <w:t>Louny – Obrnice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30FABD4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AB1497">
        <w:t>0693</w:t>
      </w:r>
    </w:p>
    <w:p w14:paraId="4167626B" w14:textId="545AD82B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AB1497">
        <w:t>529C</w:t>
      </w:r>
    </w:p>
    <w:p w14:paraId="36377FDC" w14:textId="4FD2BC93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AB1497">
        <w:t>149</w:t>
      </w:r>
    </w:p>
    <w:p w14:paraId="2A5E430C" w14:textId="2712E74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AB1497">
        <w:t>regionální, není součástí TEN-T</w:t>
      </w:r>
    </w:p>
    <w:p w14:paraId="058FD2A9" w14:textId="724DC8BE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AB1497">
        <w:t xml:space="preserve"> P5 (osobní), F (nákladní)</w:t>
      </w:r>
    </w:p>
    <w:p w14:paraId="03F29A63" w14:textId="4BE9B089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AB1497">
        <w:t>1</w:t>
      </w:r>
    </w:p>
    <w:p w14:paraId="2011482F" w14:textId="37F53169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AB1497">
        <w:t>nezávislá</w:t>
      </w:r>
    </w:p>
    <w:p w14:paraId="70C9EF2B" w14:textId="719C20F4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AB1497">
        <w:t>Ústí nad Labem</w:t>
      </w:r>
    </w:p>
    <w:p w14:paraId="0FCF352F" w14:textId="576BD67C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AB1497">
        <w:rPr>
          <w:b w:val="0"/>
        </w:rPr>
        <w:t>Ústecký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59FB7509" w:rsidR="00807618" w:rsidRPr="00AB1497" w:rsidRDefault="00AB1497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AB1497">
        <w:rPr>
          <w:b w:val="0"/>
        </w:rPr>
        <w:t>-</w:t>
      </w:r>
    </w:p>
    <w:p w14:paraId="16288211" w14:textId="627244D7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2CBE0337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 xml:space="preserve">rátké </w:t>
      </w:r>
      <w:proofErr w:type="spellStart"/>
      <w:r w:rsidR="00785491" w:rsidRPr="009C2425">
        <w:t>mezipřímé</w:t>
      </w:r>
      <w:proofErr w:type="spellEnd"/>
      <w:r w:rsidR="00785491" w:rsidRPr="009C2425">
        <w:t xml:space="preserve">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proofErr w:type="spellStart"/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proofErr w:type="spellEnd"/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</w:t>
      </w:r>
      <w:proofErr w:type="gramStart"/>
      <w:r w:rsidR="00276870">
        <w:t xml:space="preserve">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proofErr w:type="gramEnd"/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</w:t>
      </w:r>
      <w:proofErr w:type="spellStart"/>
      <w:r w:rsidR="007D586B">
        <w:t>RegioShark</w:t>
      </w:r>
      <w:proofErr w:type="spellEnd"/>
      <w:r w:rsidR="007D586B">
        <w:t>) pro nezávislou trakci a typové vozidlo řady 650 ČD (</w:t>
      </w:r>
      <w:proofErr w:type="spellStart"/>
      <w:r w:rsidR="007D586B">
        <w:t>RegioPanter</w:t>
      </w:r>
      <w:proofErr w:type="spellEnd"/>
      <w:r w:rsidR="007D586B">
        <w:t>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7F82BFBF" w:rsidR="00396090" w:rsidRPr="007D586B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AC76B4">
        <w:t>linka</w:t>
      </w:r>
      <w:r w:rsidR="009A7B34" w:rsidRPr="00AC76B4">
        <w:t> </w:t>
      </w:r>
      <w:r w:rsidRPr="00AC76B4">
        <w:t>Os</w:t>
      </w:r>
      <w:r w:rsidR="00396090" w:rsidRPr="007D586B">
        <w:rPr>
          <w:b w:val="0"/>
        </w:rPr>
        <w:t>:</w:t>
      </w:r>
      <w:r w:rsidRPr="007D586B">
        <w:rPr>
          <w:b w:val="0"/>
        </w:rPr>
        <w:t xml:space="preserve"> </w:t>
      </w:r>
      <w:r w:rsidR="00AB1497" w:rsidRPr="00783EF0">
        <w:rPr>
          <w:b w:val="0"/>
        </w:rPr>
        <w:t xml:space="preserve">všechny stanice a </w:t>
      </w:r>
      <w:r w:rsidR="00AB1497" w:rsidRPr="00AB1497">
        <w:rPr>
          <w:b w:val="0"/>
        </w:rPr>
        <w:t>zastávky</w:t>
      </w:r>
      <w:r w:rsidR="001338ED" w:rsidRPr="00AB1497">
        <w:rPr>
          <w:b w:val="0"/>
        </w:rPr>
        <w:t>;</w:t>
      </w:r>
      <w:bookmarkEnd w:id="43"/>
    </w:p>
    <w:p w14:paraId="4AE3A5AB" w14:textId="6C56BFE4" w:rsidR="003F7B60" w:rsidRPr="00AC76B4" w:rsidRDefault="007D586B" w:rsidP="00AB1497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4" w:name="_Toc60996223"/>
      <w:r w:rsidRPr="00AC76B4">
        <w:t>l</w:t>
      </w:r>
      <w:r w:rsidR="003F7B60" w:rsidRPr="00AC76B4">
        <w:t>inka R/</w:t>
      </w:r>
      <w:proofErr w:type="spellStart"/>
      <w:r w:rsidR="003F7B60" w:rsidRPr="00AC76B4">
        <w:t>Sp</w:t>
      </w:r>
      <w:proofErr w:type="spellEnd"/>
      <w:r w:rsidR="003F7B60" w:rsidRPr="00AB1497">
        <w:rPr>
          <w:b w:val="0"/>
        </w:rPr>
        <w:t>:</w:t>
      </w:r>
      <w:r w:rsidR="00AC76B4" w:rsidRPr="00AB1497">
        <w:rPr>
          <w:b w:val="0"/>
        </w:rPr>
        <w:t xml:space="preserve"> </w:t>
      </w:r>
      <w:r w:rsidR="00AB1497" w:rsidRPr="00AB1497">
        <w:rPr>
          <w:b w:val="0"/>
        </w:rPr>
        <w:t>Louny, Obrnice</w:t>
      </w:r>
      <w:r w:rsidR="003F7B60" w:rsidRPr="00AB1497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108E1738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361D88B3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bookmarkStart w:id="45" w:name="_GoBack"/>
      <w:r w:rsidR="00464DE8">
        <w:t> </w:t>
      </w:r>
      <w:bookmarkEnd w:id="45"/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 xml:space="preserve">ost rychlostní křivky (viz </w:t>
      </w:r>
      <w:proofErr w:type="gramStart"/>
      <w:r w:rsidR="00B67E38">
        <w:t>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</w:t>
      </w:r>
      <w:proofErr w:type="gramEnd"/>
      <w:r>
        <w:t xml:space="preserve">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6" w:name="_Ref60992805"/>
      <w:bookmarkStart w:id="47" w:name="_Toc63154531"/>
      <w:r w:rsidRPr="00AC76B4">
        <w:rPr>
          <w:caps/>
          <w:sz w:val="22"/>
          <w:szCs w:val="22"/>
        </w:rPr>
        <w:t>Podklady poskytnuté zadavatelem</w:t>
      </w:r>
      <w:bookmarkEnd w:id="46"/>
      <w:bookmarkEnd w:id="47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8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9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50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8"/>
      <w:r w:rsidRPr="00AC76B4">
        <w:rPr>
          <w:b w:val="0"/>
        </w:rPr>
        <w:t>seznam nástupišť se základními parametry,</w:t>
      </w:r>
      <w:bookmarkEnd w:id="51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2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3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4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5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6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7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8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9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9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60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60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1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1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2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2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3" w:name="_Toc60996241"/>
      <w:bookmarkStart w:id="64" w:name="_Ref63677176"/>
      <w:r w:rsidRPr="0096628F">
        <w:rPr>
          <w:noProof/>
          <w:sz w:val="18"/>
          <w:szCs w:val="18"/>
        </w:rPr>
        <w:t>Technická zpráva</w:t>
      </w:r>
      <w:bookmarkEnd w:id="63"/>
      <w:bookmarkEnd w:id="64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5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5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</w:t>
      </w:r>
      <w:proofErr w:type="gramStart"/>
      <w:r w:rsidR="00E11121">
        <w:t>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</w:t>
      </w:r>
      <w:proofErr w:type="gramEnd"/>
      <w:r w:rsidR="00E11121">
        <w:t xml:space="preserve">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6" w:name="_Ref60995466"/>
      <w:bookmarkStart w:id="67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6"/>
      <w:bookmarkEnd w:id="67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8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8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proofErr w:type="spellStart"/>
      <w:r w:rsidR="007A43B9" w:rsidRPr="002044D3">
        <w:t>mezipřímých</w:t>
      </w:r>
      <w:proofErr w:type="spellEnd"/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 xml:space="preserve">, omezení převýšení v nástupišti, v obloukovém </w:t>
      </w:r>
      <w:proofErr w:type="spellStart"/>
      <w:r w:rsidR="007A43B9" w:rsidRPr="00D90BF4">
        <w:t>zhlaví</w:t>
      </w:r>
      <w:proofErr w:type="spellEnd"/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9" w:name="_Ref60996132"/>
      <w:bookmarkStart w:id="70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9"/>
      <w:bookmarkEnd w:id="70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1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1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2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</w:t>
      </w:r>
      <w:proofErr w:type="gramStart"/>
      <w:r w:rsidR="00826912">
        <w:t xml:space="preserve">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</w:t>
      </w:r>
      <w:proofErr w:type="gramEnd"/>
      <w:r w:rsidRPr="002044D3">
        <w:t>);</w:t>
      </w:r>
      <w:r w:rsidR="003872B9">
        <w:t xml:space="preserve"> případné odchylky a upřesnění týkající se GDPR budou projednány na pracovních poradách</w:t>
      </w:r>
      <w:bookmarkEnd w:id="72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3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</w:t>
      </w:r>
      <w:proofErr w:type="gramStart"/>
      <w:r w:rsidR="00276870">
        <w:t xml:space="preserve">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proofErr w:type="gramEnd"/>
      <w:r w:rsidR="00276870">
        <w:fldChar w:fldCharType="end"/>
      </w:r>
      <w:r w:rsidR="00276870">
        <w:t>.</w:t>
      </w:r>
      <w:bookmarkEnd w:id="73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4" w:name="_Toc60996244"/>
      <w:bookmarkStart w:id="75" w:name="_Ref63675614"/>
      <w:bookmarkStart w:id="76" w:name="_Hlk41561288"/>
      <w:r w:rsidRPr="009B6BAA">
        <w:rPr>
          <w:noProof/>
          <w:sz w:val="18"/>
          <w:szCs w:val="18"/>
        </w:rPr>
        <w:t>Situace navržené osy</w:t>
      </w:r>
      <w:bookmarkEnd w:id="74"/>
      <w:bookmarkEnd w:id="75"/>
    </w:p>
    <w:bookmarkEnd w:id="76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</w:t>
      </w:r>
      <w:proofErr w:type="gramStart"/>
      <w:r w:rsidR="00D8229D">
        <w:t>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proofErr w:type="gramEnd"/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7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proofErr w:type="gramStart"/>
      <w:r w:rsidR="008700FF" w:rsidRPr="00B67E38">
        <w:rPr>
          <w:b/>
        </w:rPr>
        <w:t>10.3</w:t>
      </w:r>
      <w:proofErr w:type="gramEnd"/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8" w:name="_Toc60996246"/>
      <w:r>
        <w:rPr>
          <w:noProof/>
          <w:sz w:val="18"/>
          <w:szCs w:val="18"/>
        </w:rPr>
        <w:t>Dokladová část</w:t>
      </w:r>
      <w:bookmarkEnd w:id="78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9" w:name="_Toc56813760"/>
      <w:bookmarkStart w:id="80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9"/>
      <w:bookmarkEnd w:id="80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1" w:name="_Toc17894291"/>
      <w:bookmarkStart w:id="82" w:name="_Toc41049963"/>
      <w:bookmarkStart w:id="83" w:name="_Toc56813761"/>
      <w:bookmarkStart w:id="84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1"/>
      <w:bookmarkEnd w:id="82"/>
      <w:bookmarkEnd w:id="83"/>
      <w:bookmarkEnd w:id="84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5" w:name="_Toc41049964"/>
      <w:bookmarkStart w:id="86" w:name="_Toc56813762"/>
      <w:bookmarkStart w:id="87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5"/>
      <w:bookmarkEnd w:id="86"/>
      <w:bookmarkEnd w:id="87"/>
    </w:p>
    <w:p w14:paraId="2B488BF5" w14:textId="1CC0EEE3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8" w:name="_Toc41049965"/>
      <w:bookmarkStart w:id="89" w:name="_Toc56813763"/>
      <w:bookmarkStart w:id="90" w:name="_Toc60996259"/>
      <w:r w:rsidRPr="00AB1497">
        <w:rPr>
          <w:b w:val="0"/>
        </w:rPr>
        <w:t>Pracovní porady budou svolávány podle pokynů Zhotovitele a Objednatele, minimálně však v níže uvedeném rozsahu:</w:t>
      </w:r>
      <w:bookmarkEnd w:id="88"/>
      <w:bookmarkEnd w:id="89"/>
      <w:bookmarkEnd w:id="90"/>
    </w:p>
    <w:p w14:paraId="192DFC37" w14:textId="401867E8" w:rsidR="00224BAD" w:rsidRPr="00AB1497" w:rsidRDefault="00224BAD" w:rsidP="00224BAD">
      <w:pPr>
        <w:pStyle w:val="Text2-1"/>
        <w:numPr>
          <w:ilvl w:val="2"/>
          <w:numId w:val="47"/>
        </w:numPr>
      </w:pPr>
      <w:r w:rsidRPr="00AB1497">
        <w:rPr>
          <w:b/>
        </w:rPr>
        <w:t>vstupní jednání</w:t>
      </w:r>
      <w:r w:rsidRPr="00AB1497">
        <w:t xml:space="preserve"> – bude svoláno a uskutečněno nejpozději do 2 týdnů od termínu zahájení prací na SRP;</w:t>
      </w:r>
    </w:p>
    <w:p w14:paraId="1F6235B2" w14:textId="3D870054" w:rsidR="00224BAD" w:rsidRPr="00AB1497" w:rsidRDefault="00224BAD" w:rsidP="00224BAD">
      <w:pPr>
        <w:pStyle w:val="Text2-1"/>
        <w:numPr>
          <w:ilvl w:val="2"/>
          <w:numId w:val="47"/>
        </w:numPr>
      </w:pPr>
      <w:r w:rsidRPr="00AB1497">
        <w:rPr>
          <w:b/>
        </w:rPr>
        <w:t>závěrečné jednání</w:t>
      </w:r>
      <w:r w:rsidRPr="00AB1497">
        <w:t xml:space="preserve"> – bude svoláno nejpozději 14 dnů před termínem odevzdání čistopisu finální verze SRP </w:t>
      </w:r>
      <w:r w:rsidRPr="00AB1497">
        <w:rPr>
          <w:b/>
        </w:rPr>
        <w:t>k odsouhlasení</w:t>
      </w:r>
      <w:r w:rsidRPr="00AB1497">
        <w:t>, nejpozději na tomto jednání vypořádá Zhotovitel všechny připomínky Objednatele</w:t>
      </w:r>
      <w:r w:rsidR="00D9618D" w:rsidRPr="00AB1497">
        <w:t>;</w:t>
      </w:r>
    </w:p>
    <w:p w14:paraId="16F04F50" w14:textId="298820C7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1" w:name="_Toc41049966"/>
      <w:bookmarkStart w:id="92" w:name="_Toc56813764"/>
      <w:bookmarkStart w:id="93" w:name="_Toc60996260"/>
      <w:r w:rsidRPr="00AB1497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1"/>
      <w:bookmarkEnd w:id="92"/>
      <w:bookmarkEnd w:id="93"/>
    </w:p>
    <w:p w14:paraId="1A85B7FE" w14:textId="6BD7009F" w:rsidR="00224BAD" w:rsidRPr="00AB1497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4" w:name="_Toc41049967"/>
      <w:bookmarkStart w:id="95" w:name="_Toc56813765"/>
      <w:bookmarkStart w:id="96" w:name="_Toc60996261"/>
      <w:r w:rsidRPr="00AB1497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4"/>
      <w:bookmarkEnd w:id="95"/>
      <w:bookmarkEnd w:id="96"/>
    </w:p>
    <w:p w14:paraId="2FC0BABE" w14:textId="54CCB1EB" w:rsidR="00224BAD" w:rsidRPr="00AB1497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7" w:name="_Toc60996262"/>
      <w:r w:rsidRPr="00AB1497">
        <w:rPr>
          <w:b w:val="0"/>
        </w:rPr>
        <w:t xml:space="preserve">Předání pokladů </w:t>
      </w:r>
      <w:r w:rsidR="000D61B9" w:rsidRPr="00AB1497">
        <w:rPr>
          <w:b w:val="0"/>
        </w:rPr>
        <w:t xml:space="preserve">dle kap. </w:t>
      </w:r>
      <w:r w:rsidR="003716E9" w:rsidRPr="00AB1497">
        <w:fldChar w:fldCharType="begin"/>
      </w:r>
      <w:r w:rsidR="003716E9" w:rsidRPr="00AB1497">
        <w:instrText xml:space="preserve"> REF _Ref60992796 \r \h  \* MERGEFORMAT </w:instrText>
      </w:r>
      <w:r w:rsidR="003716E9" w:rsidRPr="00AB1497">
        <w:fldChar w:fldCharType="separate"/>
      </w:r>
      <w:r w:rsidR="003716E9" w:rsidRPr="00AB1497">
        <w:t>3</w:t>
      </w:r>
      <w:r w:rsidR="003716E9" w:rsidRPr="00AB1497">
        <w:fldChar w:fldCharType="end"/>
      </w:r>
      <w:r w:rsidR="003716E9" w:rsidRPr="00AB1497">
        <w:rPr>
          <w:b w:val="0"/>
        </w:rPr>
        <w:t xml:space="preserve"> a </w:t>
      </w:r>
      <w:r w:rsidR="003716E9" w:rsidRPr="00AB1497">
        <w:fldChar w:fldCharType="begin"/>
      </w:r>
      <w:r w:rsidR="003716E9" w:rsidRPr="00AB1497">
        <w:instrText xml:space="preserve"> REF _Ref60992805 \r \h  \* MERGEFORMAT </w:instrText>
      </w:r>
      <w:r w:rsidR="003716E9" w:rsidRPr="00AB1497">
        <w:fldChar w:fldCharType="separate"/>
      </w:r>
      <w:r w:rsidR="003716E9" w:rsidRPr="00AB1497">
        <w:t>6</w:t>
      </w:r>
      <w:r w:rsidR="003716E9" w:rsidRPr="00AB1497">
        <w:fldChar w:fldCharType="end"/>
      </w:r>
      <w:r w:rsidR="003716E9" w:rsidRPr="00AB1497">
        <w:rPr>
          <w:b w:val="0"/>
        </w:rPr>
        <w:t xml:space="preserve"> </w:t>
      </w:r>
      <w:r w:rsidRPr="00AB1497">
        <w:rPr>
          <w:b w:val="0"/>
        </w:rPr>
        <w:t>Zhotoviteli zajistí Objednatel nejpozději do termínu vstupního jednání.</w:t>
      </w:r>
      <w:bookmarkEnd w:id="97"/>
    </w:p>
    <w:p w14:paraId="030AC54F" w14:textId="059A2910" w:rsidR="004B2597" w:rsidRPr="00AB1497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8" w:name="_Ref60991455"/>
      <w:bookmarkStart w:id="99" w:name="_Toc63154534"/>
      <w:r w:rsidRPr="00AB1497">
        <w:rPr>
          <w:caps/>
          <w:sz w:val="22"/>
          <w:szCs w:val="22"/>
        </w:rPr>
        <w:t xml:space="preserve">Harmonogram </w:t>
      </w:r>
      <w:r w:rsidR="000D61B9" w:rsidRPr="00AB1497">
        <w:rPr>
          <w:caps/>
          <w:sz w:val="22"/>
          <w:szCs w:val="22"/>
        </w:rPr>
        <w:t>Zpracování</w:t>
      </w:r>
      <w:bookmarkEnd w:id="98"/>
      <w:bookmarkEnd w:id="99"/>
    </w:p>
    <w:p w14:paraId="76601212" w14:textId="3419EECF" w:rsidR="000D61B9" w:rsidRPr="00AB1497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100" w:name="_Toc60996264"/>
      <w:bookmarkStart w:id="101" w:name="_Toc56813779"/>
      <w:bookmarkStart w:id="102" w:name="_Toc17894301"/>
      <w:bookmarkStart w:id="103" w:name="_Toc41049979"/>
      <w:r w:rsidRPr="00AB1497">
        <w:rPr>
          <w:b w:val="0"/>
        </w:rPr>
        <w:t>Práce na Díle budou zahájeny ihned po zveřejnění Smlouvy o dílo v registru smluv.</w:t>
      </w:r>
      <w:bookmarkEnd w:id="100"/>
      <w:r w:rsidRPr="00AB1497">
        <w:rPr>
          <w:b w:val="0"/>
        </w:rPr>
        <w:t xml:space="preserve"> </w:t>
      </w:r>
      <w:bookmarkEnd w:id="101"/>
    </w:p>
    <w:p w14:paraId="68C36E13" w14:textId="56A207D5" w:rsidR="000D61B9" w:rsidRPr="00AB1497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4" w:name="_Toc17894304"/>
      <w:bookmarkStart w:id="105" w:name="_Toc60996266"/>
      <w:bookmarkEnd w:id="102"/>
      <w:bookmarkEnd w:id="103"/>
      <w:r w:rsidRPr="00AB1497">
        <w:t>Harmonogram prací je definován níže uvedenými závaznými dílčími plněními (milníky)</w:t>
      </w:r>
      <w:bookmarkEnd w:id="104"/>
      <w:r w:rsidRPr="00AB1497">
        <w:t>.</w:t>
      </w:r>
      <w:r w:rsidRPr="00AB1497">
        <w:rPr>
          <w:b w:val="0"/>
        </w:rPr>
        <w:t xml:space="preserve"> Celková doba pro zpracování je dobou maximální a nepřekročitelnou a termíny pro jednotlivá plnění jsou pro Zhotovitele závazné, nedohodnou-li se Objednatel se Zhotovitelem písemně jinak</w:t>
      </w:r>
      <w:r w:rsidR="003716E9" w:rsidRPr="00AB1497">
        <w:rPr>
          <w:b w:val="0"/>
        </w:rPr>
        <w:t>.</w:t>
      </w:r>
      <w:bookmarkEnd w:id="105"/>
    </w:p>
    <w:p w14:paraId="14EF5A42" w14:textId="0C6C57C6" w:rsidR="000D61B9" w:rsidRPr="00AB1497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První dílčí plnění – koncept dokumentace k připomínkám</w:t>
      </w:r>
      <w:r w:rsidRPr="00AB1497">
        <w:t xml:space="preserve">, termín </w:t>
      </w:r>
      <w:r w:rsidRPr="00AB1497">
        <w:rPr>
          <w:b/>
        </w:rPr>
        <w:t>3 měsíc</w:t>
      </w:r>
      <w:r w:rsidR="00C1018D" w:rsidRPr="00AB1497">
        <w:rPr>
          <w:b/>
        </w:rPr>
        <w:t>e</w:t>
      </w:r>
      <w:r w:rsidRPr="00AB1497">
        <w:t xml:space="preserve"> </w:t>
      </w:r>
      <w:r w:rsidR="00C1018D" w:rsidRPr="00AB1497">
        <w:t xml:space="preserve">před termínem předání díla stanoveným </w:t>
      </w:r>
      <w:proofErr w:type="spellStart"/>
      <w:r w:rsidR="00C1018D" w:rsidRPr="00AB1497">
        <w:t>SoD</w:t>
      </w:r>
      <w:proofErr w:type="spellEnd"/>
      <w:r w:rsidR="003716E9" w:rsidRPr="00AB1497">
        <w:t>,</w:t>
      </w:r>
    </w:p>
    <w:p w14:paraId="4F587B0D" w14:textId="29D18BFD" w:rsidR="000D61B9" w:rsidRPr="00AB1497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Druhé dílčí plnění –</w:t>
      </w:r>
      <w:r w:rsidR="004015EE" w:rsidRPr="00AB1497">
        <w:rPr>
          <w:b/>
        </w:rPr>
        <w:t xml:space="preserve"> </w:t>
      </w:r>
      <w:r w:rsidRPr="00AB1497">
        <w:rPr>
          <w:b/>
        </w:rPr>
        <w:t>odevzdání dokumentace se zapracovanými připomínkami</w:t>
      </w:r>
      <w:r w:rsidRPr="00AB1497">
        <w:t xml:space="preserve">, termín </w:t>
      </w:r>
      <w:r w:rsidR="00C1018D" w:rsidRPr="00AB1497">
        <w:rPr>
          <w:b/>
        </w:rPr>
        <w:t>1</w:t>
      </w:r>
      <w:r w:rsidRPr="00AB1497">
        <w:rPr>
          <w:b/>
        </w:rPr>
        <w:t xml:space="preserve"> měsíc</w:t>
      </w:r>
      <w:r w:rsidRPr="00AB1497">
        <w:t xml:space="preserve"> </w:t>
      </w:r>
      <w:r w:rsidR="00C1018D" w:rsidRPr="00AB1497">
        <w:t xml:space="preserve">před termínem předání díla stanoveným </w:t>
      </w:r>
      <w:proofErr w:type="spellStart"/>
      <w:r w:rsidR="00C1018D" w:rsidRPr="00AB1497">
        <w:t>SoD</w:t>
      </w:r>
      <w:proofErr w:type="spellEnd"/>
      <w:r w:rsidR="00C1018D" w:rsidRPr="00AB1497">
        <w:t>,</w:t>
      </w:r>
    </w:p>
    <w:p w14:paraId="1421D0E8" w14:textId="6EF22AA2" w:rsidR="003716E9" w:rsidRPr="00AB1497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AB1497">
        <w:rPr>
          <w:b/>
        </w:rPr>
        <w:t>Třetí</w:t>
      </w:r>
      <w:r w:rsidR="00D8229D" w:rsidRPr="00AB1497">
        <w:rPr>
          <w:b/>
        </w:rPr>
        <w:t xml:space="preserve"> </w:t>
      </w:r>
      <w:r w:rsidR="00D07FC2" w:rsidRPr="00AB1497">
        <w:rPr>
          <w:b/>
        </w:rPr>
        <w:t>(</w:t>
      </w:r>
      <w:r w:rsidR="00D8229D" w:rsidRPr="00AB1497">
        <w:rPr>
          <w:b/>
        </w:rPr>
        <w:t>konečné</w:t>
      </w:r>
      <w:r w:rsidR="00D07FC2" w:rsidRPr="00AB1497">
        <w:rPr>
          <w:b/>
        </w:rPr>
        <w:t>)</w:t>
      </w:r>
      <w:r w:rsidRPr="00AB1497">
        <w:rPr>
          <w:b/>
        </w:rPr>
        <w:t xml:space="preserve"> plnění – </w:t>
      </w:r>
      <w:r w:rsidR="00D07FC2" w:rsidRPr="00AB1497">
        <w:t>odsouhlasení dokumentace po zapracování připomínek</w:t>
      </w:r>
      <w:r w:rsidR="00D07FC2" w:rsidRPr="00AB1497">
        <w:rPr>
          <w:b/>
        </w:rPr>
        <w:t xml:space="preserve"> </w:t>
      </w:r>
      <w:r w:rsidR="00D07FC2" w:rsidRPr="00AB1497">
        <w:t xml:space="preserve">a její </w:t>
      </w:r>
      <w:r w:rsidR="004015EE" w:rsidRPr="00AB1497">
        <w:rPr>
          <w:b/>
        </w:rPr>
        <w:t>finální předání Objednateli</w:t>
      </w:r>
      <w:r w:rsidR="001338ED" w:rsidRPr="00AB1497">
        <w:t xml:space="preserve">, termín </w:t>
      </w:r>
      <w:r w:rsidR="00C1018D" w:rsidRPr="00AB1497">
        <w:t>předání díla stanoven</w:t>
      </w:r>
      <w:r w:rsidRPr="00AB1497">
        <w:t xml:space="preserve"> </w:t>
      </w:r>
      <w:proofErr w:type="spellStart"/>
      <w:r w:rsidRPr="00AB1497">
        <w:t>SoD</w:t>
      </w:r>
      <w:proofErr w:type="spellEnd"/>
      <w:r w:rsidRPr="00AB1497">
        <w:t>.</w:t>
      </w:r>
    </w:p>
    <w:p w14:paraId="168DA609" w14:textId="77777777" w:rsidR="004015EE" w:rsidRDefault="004015EE" w:rsidP="004015EE">
      <w:bookmarkStart w:id="106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6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8"/>
      <w:r w:rsidRPr="009A7FFC">
        <w:rPr>
          <w:noProof/>
          <w:sz w:val="18"/>
          <w:szCs w:val="18"/>
        </w:rPr>
        <w:t>Připomínkové řízení</w:t>
      </w:r>
      <w:bookmarkEnd w:id="107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8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9" w:name="_Toc60996270"/>
      <w:bookmarkStart w:id="110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9"/>
      <w:bookmarkEnd w:id="110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</w:t>
      </w:r>
      <w:proofErr w:type="spellStart"/>
      <w:r w:rsidRPr="002A055D">
        <w:t>dgn</w:t>
      </w:r>
      <w:proofErr w:type="spellEnd"/>
      <w:r w:rsidRPr="002A055D">
        <w:t xml:space="preserve"> (</w:t>
      </w:r>
      <w:proofErr w:type="spellStart"/>
      <w:r w:rsidRPr="002A055D">
        <w:t>Microstation</w:t>
      </w:r>
      <w:proofErr w:type="spellEnd"/>
      <w:r w:rsidRPr="002A055D">
        <w:t>, min. verze V8) nebo *.</w:t>
      </w:r>
      <w:proofErr w:type="spellStart"/>
      <w:r w:rsidRPr="002A055D">
        <w:t>dwg</w:t>
      </w:r>
      <w:proofErr w:type="spellEnd"/>
      <w:r w:rsidRPr="002A055D">
        <w:t>, *.doc, *.</w:t>
      </w:r>
      <w:proofErr w:type="spellStart"/>
      <w:r w:rsidRPr="002A055D">
        <w:t>xls</w:t>
      </w:r>
      <w:proofErr w:type="spellEnd"/>
      <w:r w:rsidRPr="002A055D">
        <w:t>, popř. *.</w:t>
      </w:r>
      <w:proofErr w:type="spellStart"/>
      <w:r w:rsidRPr="002A055D">
        <w:t>docx</w:t>
      </w:r>
      <w:proofErr w:type="spellEnd"/>
      <w:r w:rsidRPr="002A055D">
        <w:t>, *.</w:t>
      </w:r>
      <w:proofErr w:type="spellStart"/>
      <w:r w:rsidRPr="002A055D">
        <w:t>xlsx</w:t>
      </w:r>
      <w:proofErr w:type="spellEnd"/>
      <w:r w:rsidRPr="002A055D">
        <w:t xml:space="preserve"> (MS Office)</w:t>
      </w:r>
      <w:r>
        <w:t>, *.</w:t>
      </w:r>
      <w:proofErr w:type="spellStart"/>
      <w:r>
        <w:t>pdf</w:t>
      </w:r>
      <w:proofErr w:type="spellEnd"/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1" w:name="_Toc63154536"/>
      <w:r w:rsidRPr="00F91D55">
        <w:rPr>
          <w:caps/>
          <w:sz w:val="22"/>
          <w:szCs w:val="22"/>
        </w:rPr>
        <w:t>Podmínky</w:t>
      </w:r>
      <w:bookmarkEnd w:id="111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2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3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3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4" w:name="_Toc63154537"/>
      <w:r w:rsidRPr="00F91D55">
        <w:rPr>
          <w:caps/>
          <w:sz w:val="22"/>
          <w:szCs w:val="22"/>
        </w:rPr>
        <w:t>Bezpečnostní rizika</w:t>
      </w:r>
      <w:bookmarkEnd w:id="114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5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5"/>
    </w:p>
    <w:p w14:paraId="1277FAF5" w14:textId="77777777" w:rsidR="004015EE" w:rsidRDefault="004015EE" w:rsidP="004015EE">
      <w:bookmarkStart w:id="116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6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7" w:name="_Toc17894313"/>
      <w:bookmarkStart w:id="118" w:name="_Toc41050005"/>
      <w:bookmarkStart w:id="119" w:name="_Toc56813801"/>
      <w:bookmarkStart w:id="120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7"/>
      <w:bookmarkEnd w:id="118"/>
      <w:bookmarkEnd w:id="119"/>
      <w:bookmarkEnd w:id="120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1" w:name="_Toc17894314"/>
      <w:bookmarkStart w:id="122" w:name="_Toc41050006"/>
      <w:bookmarkStart w:id="123" w:name="_Toc56813802"/>
      <w:bookmarkStart w:id="124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1"/>
      <w:bookmarkEnd w:id="122"/>
      <w:bookmarkEnd w:id="123"/>
      <w:bookmarkEnd w:id="124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0D02C42D" w14:textId="77777777" w:rsidR="008009E1" w:rsidRDefault="008009E1" w:rsidP="008009E1">
      <w:pPr>
        <w:pStyle w:val="Textbezslovn"/>
        <w:spacing w:after="0"/>
      </w:pPr>
      <w:r>
        <w:t xml:space="preserve">kontaktní osoba: </w:t>
      </w:r>
      <w:r>
        <w:rPr>
          <w:highlight w:val="yellow"/>
        </w:rPr>
        <w:t>XXX</w:t>
      </w:r>
      <w:r>
        <w:t xml:space="preserve">, tel.: </w:t>
      </w:r>
      <w:r>
        <w:rPr>
          <w:highlight w:val="yellow"/>
        </w:rPr>
        <w:t>XXX</w:t>
      </w:r>
      <w:r>
        <w:t xml:space="preserve">, mobil: </w:t>
      </w:r>
      <w:r>
        <w:rPr>
          <w:highlight w:val="yellow"/>
        </w:rPr>
        <w:t>XXX</w:t>
      </w:r>
    </w:p>
    <w:p w14:paraId="3E2CBC9A" w14:textId="77777777" w:rsidR="008009E1" w:rsidRDefault="008009E1" w:rsidP="008009E1">
      <w:pPr>
        <w:pStyle w:val="Textbezslovn"/>
        <w:spacing w:after="0"/>
      </w:pPr>
      <w:r>
        <w:t xml:space="preserve">e-mail: </w:t>
      </w:r>
      <w:r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železnic / Dokumenty a předpisy“)</w:t>
      </w:r>
    </w:p>
    <w:sectPr w:rsidR="007270A6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86217" w14:textId="77777777" w:rsidR="005144C2" w:rsidRDefault="005144C2" w:rsidP="00962258">
      <w:pPr>
        <w:spacing w:after="0" w:line="240" w:lineRule="auto"/>
      </w:pPr>
      <w:r>
        <w:separator/>
      </w:r>
    </w:p>
  </w:endnote>
  <w:endnote w:type="continuationSeparator" w:id="0">
    <w:p w14:paraId="35CCDFCB" w14:textId="77777777" w:rsidR="005144C2" w:rsidRDefault="005144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70DFA" w14:textId="77777777" w:rsidR="00B52022" w:rsidRDefault="00B520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28C965C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C7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C7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EBC81C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10BC39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65A47D7B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C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C7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15C25C5F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A04321B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57BA2EB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6E78A4C2" w14:textId="77777777" w:rsidR="00B52022" w:rsidRDefault="00B52022" w:rsidP="00B52022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5D70EDD6" w14:textId="5D911525" w:rsidR="00037300" w:rsidRPr="00460660" w:rsidRDefault="00037300" w:rsidP="00037300">
          <w:pPr>
            <w:pStyle w:val="Zpat"/>
            <w:rPr>
              <w:sz w:val="2"/>
              <w:szCs w:val="2"/>
            </w:rPr>
          </w:pPr>
          <w:r>
            <w:rPr>
              <w:noProof/>
              <w:lang w:eastAsia="cs-CZ"/>
            </w:rPr>
            <w:drawing>
              <wp:inline distT="0" distB="0" distL="0" distR="0" wp14:anchorId="529AC8CD" wp14:editId="4C490F67">
                <wp:extent cx="1187450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745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9C56E18" w14:textId="682F8CB8" w:rsidR="008700FF" w:rsidRDefault="008700FF" w:rsidP="00460660">
          <w:pPr>
            <w:pStyle w:val="Zpat"/>
          </w:pPr>
        </w:p>
      </w:tc>
    </w:tr>
  </w:tbl>
  <w:p w14:paraId="6FFF161A" w14:textId="087D11CC" w:rsidR="008700FF" w:rsidRPr="00B8518B" w:rsidRDefault="008700FF" w:rsidP="00460660">
    <w:pPr>
      <w:pStyle w:val="Zpat"/>
      <w:rPr>
        <w:sz w:val="2"/>
        <w:szCs w:val="2"/>
      </w:rPr>
    </w:pPr>
  </w:p>
  <w:p w14:paraId="27FFE466" w14:textId="5DD2083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AA42F" w14:textId="77777777" w:rsidR="005144C2" w:rsidRDefault="005144C2" w:rsidP="00962258">
      <w:pPr>
        <w:spacing w:after="0" w:line="240" w:lineRule="auto"/>
      </w:pPr>
      <w:r>
        <w:separator/>
      </w:r>
    </w:p>
  </w:footnote>
  <w:footnote w:type="continuationSeparator" w:id="0">
    <w:p w14:paraId="4BE75009" w14:textId="77777777" w:rsidR="005144C2" w:rsidRDefault="005144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5F997" w14:textId="77777777" w:rsidR="00B52022" w:rsidRDefault="00B520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dnář Josef, Ing.">
    <w15:presenceInfo w15:providerId="AD" w15:userId="S-1-5-21-3656830906-3839017365-80349702-75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370DD"/>
    <w:rsid w:val="00037300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C6F44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26AC5"/>
    <w:rsid w:val="001338ED"/>
    <w:rsid w:val="00134A43"/>
    <w:rsid w:val="001415D5"/>
    <w:rsid w:val="00141FE5"/>
    <w:rsid w:val="001550BC"/>
    <w:rsid w:val="00156E05"/>
    <w:rsid w:val="001605B9"/>
    <w:rsid w:val="001669A5"/>
    <w:rsid w:val="00170C62"/>
    <w:rsid w:val="00170EC5"/>
    <w:rsid w:val="001747C1"/>
    <w:rsid w:val="00177A62"/>
    <w:rsid w:val="00184743"/>
    <w:rsid w:val="00187CAB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4B9B"/>
    <w:rsid w:val="004F5958"/>
    <w:rsid w:val="0050782C"/>
    <w:rsid w:val="00511AB9"/>
    <w:rsid w:val="0051415B"/>
    <w:rsid w:val="005144C2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09E1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4C7E"/>
    <w:rsid w:val="00A26EF6"/>
    <w:rsid w:val="00A44FA6"/>
    <w:rsid w:val="00A47832"/>
    <w:rsid w:val="00A6177B"/>
    <w:rsid w:val="00A66136"/>
    <w:rsid w:val="00A85AFC"/>
    <w:rsid w:val="00AA4CBB"/>
    <w:rsid w:val="00AA65FA"/>
    <w:rsid w:val="00AA7351"/>
    <w:rsid w:val="00AB1497"/>
    <w:rsid w:val="00AB7322"/>
    <w:rsid w:val="00AC16CA"/>
    <w:rsid w:val="00AC76B4"/>
    <w:rsid w:val="00AD056F"/>
    <w:rsid w:val="00AD6731"/>
    <w:rsid w:val="00AE201F"/>
    <w:rsid w:val="00B05423"/>
    <w:rsid w:val="00B15D0D"/>
    <w:rsid w:val="00B22FCC"/>
    <w:rsid w:val="00B52022"/>
    <w:rsid w:val="00B67E38"/>
    <w:rsid w:val="00B70895"/>
    <w:rsid w:val="00B732E3"/>
    <w:rsid w:val="00B75A1A"/>
    <w:rsid w:val="00B75EE1"/>
    <w:rsid w:val="00B77481"/>
    <w:rsid w:val="00B8518B"/>
    <w:rsid w:val="00B916DC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4D18"/>
    <w:rsid w:val="00CD1FC4"/>
    <w:rsid w:val="00CD661B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B545E"/>
    <w:rsid w:val="00EC1B3C"/>
    <w:rsid w:val="00EC2A9C"/>
    <w:rsid w:val="00ED14BD"/>
    <w:rsid w:val="00ED36D5"/>
    <w:rsid w:val="00EF274B"/>
    <w:rsid w:val="00F01118"/>
    <w:rsid w:val="00F0533E"/>
    <w:rsid w:val="00F1048D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footer" Target="foot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4FA1C9-B0D9-47B0-81C7-37295A71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11</TotalTime>
  <Pages>12</Pages>
  <Words>3203</Words>
  <Characters>18899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12</cp:revision>
  <cp:lastPrinted>2017-11-28T17:18:00Z</cp:lastPrinted>
  <dcterms:created xsi:type="dcterms:W3CDTF">2021-02-11T12:02:00Z</dcterms:created>
  <dcterms:modified xsi:type="dcterms:W3CDTF">2021-04-19T13:46:00Z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